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B0468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234DB9A" w14:textId="77777777" w:rsidR="000D2DE5" w:rsidRPr="0085034F" w:rsidRDefault="000D2DE5" w:rsidP="00474D0D">
      <w:pPr>
        <w:jc w:val="center"/>
        <w:rPr>
          <w:sz w:val="12"/>
        </w:rPr>
      </w:pPr>
    </w:p>
    <w:p w14:paraId="20D98A46" w14:textId="77777777" w:rsidR="00381BCA" w:rsidRPr="00EC638A" w:rsidRDefault="00381BCA" w:rsidP="00474D0D">
      <w:pPr>
        <w:jc w:val="center"/>
      </w:pPr>
      <w:r w:rsidRPr="00EC638A">
        <w:t xml:space="preserve">(Ett skjema </w:t>
      </w:r>
      <w:r w:rsidR="00E24CB3">
        <w:t>per bedrift</w:t>
      </w:r>
      <w:r w:rsidRPr="00EC638A">
        <w:t xml:space="preserve"> - kan </w:t>
      </w:r>
      <w:r w:rsidR="00E45EEB">
        <w:t>samles i</w:t>
      </w:r>
      <w:r w:rsidRPr="00EC638A">
        <w:t xml:space="preserve"> ett felles dokument i PDF-format)</w:t>
      </w:r>
    </w:p>
    <w:p w14:paraId="549A6569" w14:textId="77777777" w:rsidR="00B36FD4" w:rsidRPr="000D2DE5" w:rsidRDefault="00B36FD4" w:rsidP="00474D0D">
      <w:pPr>
        <w:rPr>
          <w:b/>
          <w:sz w:val="24"/>
          <w:szCs w:val="32"/>
        </w:rPr>
      </w:pPr>
    </w:p>
    <w:p w14:paraId="42316003" w14:textId="77777777" w:rsidR="00E24CB3" w:rsidRDefault="00E24CB3" w:rsidP="00474D0D">
      <w:pPr>
        <w:rPr>
          <w:szCs w:val="32"/>
        </w:rPr>
      </w:pPr>
      <w:r>
        <w:rPr>
          <w:b/>
          <w:szCs w:val="32"/>
        </w:rPr>
        <w:t>S</w:t>
      </w:r>
      <w:r w:rsidR="00E77322" w:rsidRPr="00EC638A">
        <w:rPr>
          <w:szCs w:val="32"/>
        </w:rPr>
        <w:t xml:space="preserve">kjemaet </w:t>
      </w:r>
      <w:r>
        <w:rPr>
          <w:szCs w:val="32"/>
        </w:rPr>
        <w:t xml:space="preserve">skal </w:t>
      </w:r>
      <w:r w:rsidR="00E77322" w:rsidRPr="00EC638A">
        <w:rPr>
          <w:szCs w:val="32"/>
        </w:rPr>
        <w:t xml:space="preserve">fylles ut </w:t>
      </w:r>
      <w:r>
        <w:rPr>
          <w:szCs w:val="32"/>
        </w:rPr>
        <w:t>for:</w:t>
      </w:r>
    </w:p>
    <w:p w14:paraId="7B3D1805" w14:textId="77777777" w:rsidR="00E24CB3" w:rsidRDefault="00E24CB3" w:rsidP="00E24CB3">
      <w:pPr>
        <w:pStyle w:val="Listeavsnitt"/>
        <w:numPr>
          <w:ilvl w:val="0"/>
          <w:numId w:val="3"/>
        </w:numPr>
        <w:rPr>
          <w:szCs w:val="32"/>
        </w:rPr>
      </w:pPr>
      <w:r w:rsidRPr="00E24CB3">
        <w:rPr>
          <w:szCs w:val="32"/>
        </w:rPr>
        <w:t xml:space="preserve">Prosjektansvarlig (bedriften som står som søker) </w:t>
      </w:r>
    </w:p>
    <w:p w14:paraId="71CF7C36" w14:textId="77777777" w:rsidR="00E77322" w:rsidRDefault="00E24CB3" w:rsidP="00E24CB3">
      <w:pPr>
        <w:pStyle w:val="Listeavsnitt"/>
        <w:numPr>
          <w:ilvl w:val="0"/>
          <w:numId w:val="3"/>
        </w:numPr>
        <w:rPr>
          <w:szCs w:val="32"/>
        </w:rPr>
      </w:pPr>
      <w:r>
        <w:rPr>
          <w:szCs w:val="32"/>
        </w:rPr>
        <w:t>A</w:t>
      </w:r>
      <w:r w:rsidR="0004348D" w:rsidRPr="00E24CB3">
        <w:rPr>
          <w:szCs w:val="32"/>
        </w:rPr>
        <w:t xml:space="preserve">lle </w:t>
      </w:r>
      <w:r w:rsidRPr="00E24CB3">
        <w:rPr>
          <w:szCs w:val="32"/>
        </w:rPr>
        <w:t xml:space="preserve">øvrige bedrifter som </w:t>
      </w:r>
      <w:r>
        <w:rPr>
          <w:szCs w:val="32"/>
        </w:rPr>
        <w:t>er omtalt som "b</w:t>
      </w:r>
      <w:r w:rsidR="0085034F">
        <w:rPr>
          <w:szCs w:val="32"/>
        </w:rPr>
        <w:t>edriftspartner</w:t>
      </w:r>
      <w:r>
        <w:rPr>
          <w:szCs w:val="32"/>
        </w:rPr>
        <w:t>" i prosjektbeskrivelsen</w:t>
      </w:r>
    </w:p>
    <w:p w14:paraId="3FDD2252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2A1871" w14:paraId="63E12489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217A83A0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741850D0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7ACAEBB3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4F43880A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CC6D387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2ADD177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0149799B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1F32859D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55C11B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C41464A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4106" w:rsidRPr="00EC638A" w14:paraId="6F95C427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703C8DE8" w14:textId="77777777" w:rsidR="00934106" w:rsidRPr="00EC638A" w:rsidRDefault="00547D85">
            <w:pPr>
              <w:rPr>
                <w:rFonts w:asciiTheme="minorHAnsi" w:hAnsiTheme="minorHAnsi"/>
                <w:i/>
              </w:rPr>
            </w:pPr>
            <w:r w:rsidRPr="00EC638A">
              <w:rPr>
                <w:rFonts w:asciiTheme="minorHAnsi" w:hAnsiTheme="minorHAnsi"/>
                <w:i/>
              </w:rPr>
              <w:t>K</w:t>
            </w:r>
            <w:r w:rsidR="00934106" w:rsidRPr="00EC638A">
              <w:rPr>
                <w:rFonts w:asciiTheme="minorHAnsi" w:hAnsiTheme="minorHAnsi"/>
                <w:i/>
              </w:rPr>
              <w:t>o</w:t>
            </w:r>
            <w:r w:rsidRPr="00EC638A">
              <w:rPr>
                <w:rFonts w:asciiTheme="minorHAnsi" w:hAnsiTheme="minorHAnsi"/>
                <w:i/>
              </w:rPr>
              <w:t>rt redegjørelse – i</w:t>
            </w:r>
            <w:r w:rsidR="005738AF" w:rsidRPr="00EC638A">
              <w:rPr>
                <w:rFonts w:asciiTheme="minorHAnsi" w:hAnsiTheme="minorHAnsi"/>
                <w:i/>
              </w:rPr>
              <w:t xml:space="preserve">nntil </w:t>
            </w:r>
            <w:r w:rsidR="000D2DE5">
              <w:rPr>
                <w:rFonts w:asciiTheme="minorHAnsi" w:hAnsiTheme="minorHAnsi"/>
                <w:i/>
              </w:rPr>
              <w:t>20</w:t>
            </w:r>
            <w:r w:rsidR="005738AF" w:rsidRPr="00EC638A">
              <w:rPr>
                <w:rFonts w:asciiTheme="minorHAnsi" w:hAnsiTheme="minorHAnsi"/>
                <w:i/>
              </w:rPr>
              <w:t xml:space="preserve"> linjer / </w:t>
            </w:r>
            <w:r w:rsidR="009C4664">
              <w:rPr>
                <w:rFonts w:asciiTheme="minorHAnsi" w:hAnsiTheme="minorHAnsi"/>
                <w:i/>
              </w:rPr>
              <w:t>2</w:t>
            </w:r>
            <w:r w:rsidR="00E77322" w:rsidRPr="00EC638A">
              <w:rPr>
                <w:rFonts w:asciiTheme="minorHAnsi" w:hAnsiTheme="minorHAnsi"/>
                <w:i/>
              </w:rPr>
              <w:t>00</w:t>
            </w:r>
            <w:r w:rsidR="005738AF" w:rsidRPr="00EC638A">
              <w:rPr>
                <w:rFonts w:asciiTheme="minorHAnsi" w:hAnsiTheme="minorHAnsi"/>
                <w:i/>
              </w:rPr>
              <w:t xml:space="preserve"> ord – </w:t>
            </w:r>
            <w:r w:rsidRPr="00EC638A">
              <w:rPr>
                <w:rFonts w:asciiTheme="minorHAnsi" w:hAnsiTheme="minorHAnsi"/>
                <w:i/>
              </w:rPr>
              <w:t>om</w:t>
            </w:r>
            <w:r w:rsidR="00934106" w:rsidRPr="00EC638A">
              <w:rPr>
                <w:rFonts w:asciiTheme="minorHAnsi" w:hAnsiTheme="minorHAnsi"/>
                <w:i/>
              </w:rPr>
              <w:t xml:space="preserve"> </w:t>
            </w:r>
            <w:r w:rsidR="000D2DE5">
              <w:rPr>
                <w:rFonts w:asciiTheme="minorHAnsi" w:hAnsiTheme="minorHAnsi"/>
                <w:i/>
              </w:rPr>
              <w:t>bedriften</w:t>
            </w:r>
            <w:r w:rsidR="0023303E" w:rsidRPr="00EC638A">
              <w:rPr>
                <w:rFonts w:asciiTheme="minorHAnsi" w:hAnsiTheme="minorHAnsi"/>
                <w:i/>
              </w:rPr>
              <w:t>s</w:t>
            </w:r>
            <w:r w:rsidRPr="00EC638A">
              <w:rPr>
                <w:rFonts w:asciiTheme="minorHAnsi" w:hAnsiTheme="minorHAnsi"/>
                <w:i/>
              </w:rPr>
              <w:t xml:space="preserve"> </w:t>
            </w:r>
            <w:r w:rsidR="009C4664">
              <w:rPr>
                <w:rFonts w:asciiTheme="minorHAnsi" w:hAnsiTheme="minorHAnsi"/>
                <w:i/>
              </w:rPr>
              <w:t xml:space="preserve">forretningsområde (viktigste produkter eller tjenester), </w:t>
            </w:r>
            <w:r w:rsidR="000D2DE5">
              <w:rPr>
                <w:rFonts w:asciiTheme="minorHAnsi" w:hAnsiTheme="minorHAnsi"/>
                <w:i/>
              </w:rPr>
              <w:t>målgrupper/</w:t>
            </w:r>
            <w:r w:rsidR="009C4664">
              <w:rPr>
                <w:rFonts w:asciiTheme="minorHAnsi" w:hAnsiTheme="minorHAnsi"/>
                <w:i/>
              </w:rPr>
              <w:t>hovedmarkeder</w:t>
            </w:r>
            <w:r w:rsidR="006D01B9">
              <w:rPr>
                <w:rFonts w:asciiTheme="minorHAnsi" w:hAnsiTheme="minorHAnsi"/>
                <w:i/>
              </w:rPr>
              <w:t xml:space="preserve">, </w:t>
            </w:r>
            <w:r w:rsidR="006D01B9" w:rsidRPr="006D01B9">
              <w:rPr>
                <w:i/>
                <w:iCs/>
              </w:rPr>
              <w:t>miljøprofil/sertifisering</w:t>
            </w:r>
            <w:r w:rsidR="009C4664">
              <w:rPr>
                <w:rFonts w:asciiTheme="minorHAnsi" w:hAnsiTheme="minorHAnsi"/>
                <w:i/>
              </w:rPr>
              <w:t xml:space="preserve"> og markedspo</w:t>
            </w:r>
            <w:r w:rsidR="00C0767C">
              <w:rPr>
                <w:rFonts w:asciiTheme="minorHAnsi" w:hAnsiTheme="minorHAnsi"/>
                <w:i/>
              </w:rPr>
              <w:t>s</w:t>
            </w:r>
            <w:r w:rsidR="009C4664">
              <w:rPr>
                <w:rFonts w:asciiTheme="minorHAnsi" w:hAnsiTheme="minorHAnsi"/>
                <w:i/>
              </w:rPr>
              <w:t>isjon</w:t>
            </w:r>
            <w:r w:rsidR="006D01B9">
              <w:rPr>
                <w:rFonts w:asciiTheme="minorHAnsi" w:hAnsiTheme="minorHAnsi"/>
                <w:i/>
              </w:rPr>
              <w:t>.</w:t>
            </w:r>
            <w:r w:rsidR="00355C6F">
              <w:rPr>
                <w:rFonts w:asciiTheme="minorHAnsi" w:hAnsiTheme="minorHAnsi"/>
                <w:i/>
              </w:rPr>
              <w:t xml:space="preserve"> O</w:t>
            </w:r>
            <w:r w:rsidR="00355C6F" w:rsidRPr="00355C6F">
              <w:rPr>
                <w:rFonts w:asciiTheme="minorHAnsi" w:hAnsiTheme="minorHAnsi"/>
                <w:i/>
              </w:rPr>
              <w:t>m bedriften vil delta med egne FoU-medarbeidere i gjennomføringen av prosjektet og hvilken kunnskap/kompetanse disse vil bidra med</w:t>
            </w:r>
            <w:r w:rsidR="00355C6F">
              <w:rPr>
                <w:rFonts w:asciiTheme="minorHAnsi" w:hAnsiTheme="minorHAnsi"/>
                <w:i/>
              </w:rPr>
              <w:t xml:space="preserve"> </w:t>
            </w:r>
          </w:p>
          <w:p w14:paraId="5E1CEE1F" w14:textId="77777777" w:rsidR="00B27ACA" w:rsidRPr="00EC638A" w:rsidRDefault="00B27ACA">
            <w:pPr>
              <w:rPr>
                <w:rFonts w:asciiTheme="minorHAnsi" w:hAnsiTheme="minorHAnsi"/>
              </w:rPr>
            </w:pPr>
          </w:p>
          <w:p w14:paraId="16E80A62" w14:textId="77777777" w:rsidR="00B27ACA" w:rsidRPr="00EC638A" w:rsidRDefault="00B27ACA">
            <w:pPr>
              <w:rPr>
                <w:rFonts w:asciiTheme="minorHAnsi" w:hAnsiTheme="minorHAnsi"/>
              </w:rPr>
            </w:pPr>
          </w:p>
          <w:p w14:paraId="5EE31363" w14:textId="77777777" w:rsidR="00B27ACA" w:rsidRPr="00EC638A" w:rsidRDefault="00B27ACA">
            <w:pPr>
              <w:rPr>
                <w:rFonts w:asciiTheme="minorHAnsi" w:hAnsiTheme="minorHAnsi"/>
              </w:rPr>
            </w:pPr>
          </w:p>
          <w:p w14:paraId="486BA93C" w14:textId="77777777" w:rsidR="00B27ACA" w:rsidRPr="00EC638A" w:rsidRDefault="00B27ACA">
            <w:pPr>
              <w:rPr>
                <w:rFonts w:asciiTheme="minorHAnsi" w:hAnsiTheme="minorHAnsi"/>
              </w:rPr>
            </w:pPr>
          </w:p>
          <w:p w14:paraId="65484EB1" w14:textId="77777777" w:rsidR="00B27ACA" w:rsidRDefault="00B27ACA">
            <w:pPr>
              <w:rPr>
                <w:rFonts w:asciiTheme="minorHAnsi" w:hAnsiTheme="minorHAnsi"/>
              </w:rPr>
            </w:pPr>
          </w:p>
          <w:p w14:paraId="21FFCBB9" w14:textId="77777777" w:rsidR="000D2DE5" w:rsidRDefault="000D2DE5">
            <w:pPr>
              <w:rPr>
                <w:rFonts w:asciiTheme="minorHAnsi" w:hAnsiTheme="minorHAnsi"/>
              </w:rPr>
            </w:pPr>
          </w:p>
          <w:p w14:paraId="6D372F80" w14:textId="77777777" w:rsidR="000D2DE5" w:rsidRDefault="000D2DE5">
            <w:pPr>
              <w:rPr>
                <w:rFonts w:asciiTheme="minorHAnsi" w:hAnsiTheme="minorHAnsi"/>
              </w:rPr>
            </w:pPr>
          </w:p>
          <w:p w14:paraId="792643A6" w14:textId="77777777" w:rsidR="000D2DE5" w:rsidRDefault="000D2DE5">
            <w:pPr>
              <w:rPr>
                <w:rFonts w:asciiTheme="minorHAnsi" w:hAnsiTheme="minorHAnsi"/>
              </w:rPr>
            </w:pPr>
          </w:p>
          <w:p w14:paraId="4BFE24C6" w14:textId="77777777" w:rsidR="000D2DE5" w:rsidRDefault="000D2DE5">
            <w:pPr>
              <w:rPr>
                <w:rFonts w:asciiTheme="minorHAnsi" w:hAnsiTheme="minorHAnsi"/>
              </w:rPr>
            </w:pPr>
          </w:p>
          <w:p w14:paraId="6FD5A84D" w14:textId="77777777" w:rsidR="000D2DE5" w:rsidRDefault="000D2DE5">
            <w:pPr>
              <w:rPr>
                <w:rFonts w:asciiTheme="minorHAnsi" w:hAnsiTheme="minorHAnsi"/>
              </w:rPr>
            </w:pPr>
          </w:p>
          <w:p w14:paraId="72A69325" w14:textId="77777777" w:rsidR="0085034F" w:rsidRDefault="0085034F">
            <w:pPr>
              <w:rPr>
                <w:rFonts w:asciiTheme="minorHAnsi" w:hAnsiTheme="minorHAnsi"/>
              </w:rPr>
            </w:pPr>
          </w:p>
          <w:p w14:paraId="7B67F856" w14:textId="77777777" w:rsidR="0085034F" w:rsidRDefault="0085034F">
            <w:pPr>
              <w:rPr>
                <w:rFonts w:asciiTheme="minorHAnsi" w:hAnsiTheme="minorHAnsi"/>
              </w:rPr>
            </w:pPr>
          </w:p>
          <w:p w14:paraId="5EAEEBDC" w14:textId="77777777" w:rsidR="0085034F" w:rsidRDefault="0085034F">
            <w:pPr>
              <w:rPr>
                <w:rFonts w:asciiTheme="minorHAnsi" w:hAnsiTheme="minorHAnsi"/>
              </w:rPr>
            </w:pPr>
          </w:p>
          <w:p w14:paraId="779B310F" w14:textId="77777777" w:rsidR="0085034F" w:rsidRDefault="0085034F">
            <w:pPr>
              <w:rPr>
                <w:rFonts w:asciiTheme="minorHAnsi" w:hAnsiTheme="minorHAnsi"/>
              </w:rPr>
            </w:pPr>
          </w:p>
          <w:p w14:paraId="17B5F9FF" w14:textId="77777777" w:rsidR="006B4C62" w:rsidRDefault="006B4C62">
            <w:pPr>
              <w:rPr>
                <w:rFonts w:asciiTheme="minorHAnsi" w:hAnsiTheme="minorHAnsi"/>
              </w:rPr>
            </w:pPr>
          </w:p>
          <w:p w14:paraId="3B4474B1" w14:textId="77777777" w:rsidR="006B4C62" w:rsidRDefault="006B4C62">
            <w:pPr>
              <w:rPr>
                <w:rFonts w:asciiTheme="minorHAnsi" w:hAnsiTheme="minorHAnsi"/>
              </w:rPr>
            </w:pPr>
          </w:p>
          <w:p w14:paraId="4C3D87F6" w14:textId="77777777" w:rsidR="000D2DE5" w:rsidRPr="00EC638A" w:rsidRDefault="000D2DE5">
            <w:pPr>
              <w:rPr>
                <w:rFonts w:asciiTheme="minorHAnsi" w:hAnsiTheme="minorHAnsi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4293E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5F92F990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247CEAA5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21DBD8A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00310E91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750877A3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0E29370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F3F1536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55C54D2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29FD39F7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72A5829B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52907842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0B6250E0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014BEEFA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0D2CEE31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0FBA834E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28F22D17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91BA3AB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1462AF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17E4DD41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DB8A26B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5F3BE59F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111E40F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208CDF2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6D193C1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5F326D42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50AEDBC8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3CE8AEA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C966282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204DCD6D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bookmarkStart w:id="0" w:name="_GoBack"/>
        <w:bookmarkEnd w:id="0"/>
      </w:tr>
      <w:tr w:rsidR="0085034F" w:rsidRPr="002A1871" w14:paraId="3DAA95E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05B4155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8A283E3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281CBE54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4456AC0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061D2B8F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31178685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71BE6AE3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17773E6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E906020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33C4943A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54A2AEC4" w14:textId="77777777" w:rsidR="007440FC" w:rsidRPr="00EC638A" w:rsidRDefault="007440FC" w:rsidP="00EE6640"/>
    <w:sectPr w:rsidR="007440FC" w:rsidRPr="00EC63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B0F88" w14:textId="77777777" w:rsidR="00FB59BB" w:rsidRDefault="00FB59BB">
      <w:r>
        <w:separator/>
      </w:r>
    </w:p>
  </w:endnote>
  <w:endnote w:type="continuationSeparator" w:id="0">
    <w:p w14:paraId="5AADCCA9" w14:textId="77777777" w:rsidR="00FB59BB" w:rsidRDefault="00FB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31DC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3A710" w14:textId="77777777" w:rsidR="00FB59BB" w:rsidRDefault="00FB59BB">
      <w:r>
        <w:separator/>
      </w:r>
    </w:p>
  </w:footnote>
  <w:footnote w:type="continuationSeparator" w:id="0">
    <w:p w14:paraId="20F52907" w14:textId="77777777" w:rsidR="00FB59BB" w:rsidRDefault="00FB5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56EF" w14:textId="67A31A98" w:rsidR="00AD7BE4" w:rsidRDefault="00AD7BE4" w:rsidP="00AD7BE4">
    <w:r>
      <w:rPr>
        <w:noProof/>
      </w:rPr>
      <w:drawing>
        <wp:inline distT="0" distB="0" distL="0" distR="0" wp14:anchorId="2A7C31F4" wp14:editId="79952DBC">
          <wp:extent cx="2417136" cy="373289"/>
          <wp:effectExtent l="0" t="0" r="2540" b="8255"/>
          <wp:docPr id="7" name="Picture 6" descr="A picture containing objec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3A816F7-2271-4645-AE1D-9EBF053BE8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icture containing object&#10;&#10;Description automatically generated">
                    <a:extLst>
                      <a:ext uri="{FF2B5EF4-FFF2-40B4-BE49-F238E27FC236}">
                        <a16:creationId xmlns:a16="http://schemas.microsoft.com/office/drawing/2014/main" id="{F3A816F7-2271-4645-AE1D-9EBF053BE8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7136" cy="373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</w:p>
  <w:p w14:paraId="0CA6E585" w14:textId="77777777" w:rsidR="00AD7BE4" w:rsidRDefault="00AD7BE4" w:rsidP="00EE6640">
    <w:pPr>
      <w:jc w:val="right"/>
    </w:pPr>
  </w:p>
  <w:p w14:paraId="79BFD8DC" w14:textId="77777777" w:rsidR="008004AF" w:rsidRDefault="008004AF" w:rsidP="00EE6640">
    <w:pPr>
      <w:jc w:val="right"/>
    </w:pPr>
    <w:r>
      <w:t xml:space="preserve">Vedlegg til søknad om </w:t>
    </w:r>
    <w:r w:rsidR="00EE6640">
      <w:t>finansiering fra Pilot-T</w:t>
    </w:r>
  </w:p>
  <w:p w14:paraId="4FEF5CF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55C6F"/>
    <w:rsid w:val="00381BCA"/>
    <w:rsid w:val="00392B08"/>
    <w:rsid w:val="003A4512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4D28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B5F6E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97E54"/>
    <w:rsid w:val="00AC4BFD"/>
    <w:rsid w:val="00AC5447"/>
    <w:rsid w:val="00AD7BE4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F4091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6640"/>
    <w:rsid w:val="00EE7E16"/>
    <w:rsid w:val="00F101EA"/>
    <w:rsid w:val="00F31E3D"/>
    <w:rsid w:val="00F4388B"/>
    <w:rsid w:val="00F43BC3"/>
    <w:rsid w:val="00F70818"/>
    <w:rsid w:val="00F7139E"/>
    <w:rsid w:val="00F84F1E"/>
    <w:rsid w:val="00F85DF8"/>
    <w:rsid w:val="00F92041"/>
    <w:rsid w:val="00FB59BB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E9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6" ma:contentTypeDescription="Opprett et nytt dokument." ma:contentTypeScope="" ma:versionID="f0ea8ac0df43019ef9fa84c1d66e445a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ac92fc91d7761f245468b977bcac59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81757B-1EE5-498C-9DB2-BEB45248D3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56F1BB-E81D-4BF4-B337-34DCAD6BE5D8}"/>
</file>

<file path=customXml/itemProps3.xml><?xml version="1.0" encoding="utf-8"?>
<ds:datastoreItem xmlns:ds="http://schemas.openxmlformats.org/officeDocument/2006/customXml" ds:itemID="{38869BDB-D6C2-43B5-868E-F928D07B065B}"/>
</file>

<file path=customXml/itemProps4.xml><?xml version="1.0" encoding="utf-8"?>
<ds:datastoreItem xmlns:ds="http://schemas.openxmlformats.org/officeDocument/2006/customXml" ds:itemID="{DF629615-FA42-494A-9296-4BAA9AA88D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2020-05-28T11:35:00Z</dcterms:created>
  <dcterms:modified xsi:type="dcterms:W3CDTF">2020-05-28T11:35:00Z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