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FD586" w14:textId="231311AC" w:rsidR="006B27FB" w:rsidRPr="00651E35" w:rsidRDefault="00EE0F50" w:rsidP="00AD36D6">
      <w:pPr>
        <w:pStyle w:val="Overskrift4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Mal for </w:t>
      </w:r>
      <w:proofErr w:type="spellStart"/>
      <w:r>
        <w:rPr>
          <w:sz w:val="36"/>
          <w:szCs w:val="36"/>
          <w:lang w:val="en-GB"/>
        </w:rPr>
        <w:t>relevansbeskrivelse</w:t>
      </w:r>
      <w:proofErr w:type="spellEnd"/>
    </w:p>
    <w:p w14:paraId="0F7EFDB7" w14:textId="19E7167C" w:rsidR="00E17030" w:rsidRPr="002343AD" w:rsidRDefault="0072475F" w:rsidP="00C71AF2">
      <w:pPr>
        <w:pStyle w:val="Overskrift4"/>
        <w:rPr>
          <w:b w:val="0"/>
          <w:bCs w:val="0"/>
          <w:sz w:val="28"/>
          <w:szCs w:val="28"/>
          <w:lang w:val="en-GB"/>
        </w:rPr>
      </w:pPr>
      <w:r w:rsidRPr="0072475F"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FF9B400" wp14:editId="6722F467">
                <wp:simplePos x="0" y="0"/>
                <wp:positionH relativeFrom="margin">
                  <wp:align>left</wp:align>
                </wp:positionH>
                <wp:positionV relativeFrom="paragraph">
                  <wp:posOffset>547370</wp:posOffset>
                </wp:positionV>
                <wp:extent cx="6096000" cy="2597150"/>
                <wp:effectExtent l="0" t="0" r="19050" b="12700"/>
                <wp:wrapSquare wrapText="bothSides"/>
                <wp:docPr id="217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597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5A65C" w14:textId="77777777" w:rsidR="00014370" w:rsidRDefault="00014370" w:rsidP="006B6EF0">
                            <w:pPr>
                              <w:rPr>
                                <w:b/>
                                <w:bCs/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</w:rPr>
                              <w:t>V</w:t>
                            </w:r>
                            <w:r w:rsidRPr="006B6EF0">
                              <w:rPr>
                                <w:b/>
                                <w:bCs/>
                                <w:color w:val="auto"/>
                              </w:rPr>
                              <w:t>eiledning</w:t>
                            </w:r>
                            <w:r w:rsidR="006B6EF0" w:rsidRPr="006B6EF0">
                              <w:rPr>
                                <w:b/>
                                <w:bCs/>
                                <w:color w:val="auto"/>
                              </w:rPr>
                              <w:t>: </w:t>
                            </w:r>
                          </w:p>
                          <w:p w14:paraId="417BFC33" w14:textId="27A33C6F" w:rsidR="006B6EF0" w:rsidRPr="006B6EF0" w:rsidRDefault="006B6EF0" w:rsidP="006B6EF0">
                            <w:pPr>
                              <w:rPr>
                                <w:color w:val="auto"/>
                              </w:rPr>
                            </w:pPr>
                            <w:r w:rsidRPr="006B6EF0">
                              <w:rPr>
                                <w:color w:val="auto"/>
                              </w:rPr>
                              <w:t xml:space="preserve">Dette vedlegget vil bli brukt av Forskningsrådet </w:t>
                            </w:r>
                            <w:r w:rsidR="00014370">
                              <w:rPr>
                                <w:color w:val="auto"/>
                              </w:rPr>
                              <w:t>når vi vurderer</w:t>
                            </w:r>
                            <w:r w:rsidRPr="006B6EF0">
                              <w:rPr>
                                <w:color w:val="auto"/>
                              </w:rPr>
                              <w:t xml:space="preserve"> kriteriet Relevans for det temaet</w:t>
                            </w:r>
                            <w:r w:rsidR="00014370">
                              <w:rPr>
                                <w:color w:val="auto"/>
                              </w:rPr>
                              <w:t xml:space="preserve"> som du har valgt</w:t>
                            </w:r>
                            <w:r w:rsidRPr="006B6EF0">
                              <w:rPr>
                                <w:color w:val="auto"/>
                              </w:rPr>
                              <w:t xml:space="preserve"> </w:t>
                            </w:r>
                            <w:r w:rsidR="006E3580">
                              <w:rPr>
                                <w:color w:val="auto"/>
                              </w:rPr>
                              <w:t xml:space="preserve">i </w:t>
                            </w:r>
                            <w:r w:rsidRPr="006B6EF0">
                              <w:rPr>
                                <w:color w:val="auto"/>
                              </w:rPr>
                              <w:t xml:space="preserve">søknadsskjemaet. </w:t>
                            </w:r>
                            <w:r w:rsidR="006E3580">
                              <w:rPr>
                                <w:color w:val="auto"/>
                              </w:rPr>
                              <w:t>Vedlegget</w:t>
                            </w:r>
                            <w:r w:rsidRPr="006B6EF0">
                              <w:rPr>
                                <w:color w:val="auto"/>
                              </w:rPr>
                              <w:t xml:space="preserve"> vil ikke bli brukt av fagpanelene, og du kan derfor velge å skrive det på engelsk eller norsk.</w:t>
                            </w:r>
                          </w:p>
                          <w:p w14:paraId="4C86FE27" w14:textId="082EAB78" w:rsidR="006B6EF0" w:rsidRPr="006B6EF0" w:rsidRDefault="006B6EF0" w:rsidP="006B6EF0">
                            <w:pPr>
                              <w:rPr>
                                <w:color w:val="auto"/>
                              </w:rPr>
                            </w:pPr>
                            <w:r w:rsidRPr="006B6EF0">
                              <w:rPr>
                                <w:color w:val="auto"/>
                              </w:rPr>
                              <w:t xml:space="preserve">Vennligst beskriv hvordan og hvorfor det foreslåtte prosjektet er relevant for de tematiske </w:t>
                            </w:r>
                            <w:r w:rsidR="00D304AD">
                              <w:rPr>
                                <w:color w:val="auto"/>
                              </w:rPr>
                              <w:t>avgrensingene</w:t>
                            </w:r>
                            <w:r w:rsidRPr="006B6EF0">
                              <w:rPr>
                                <w:color w:val="auto"/>
                              </w:rPr>
                              <w:t xml:space="preserve"> beskrevet under temaet i utlysningen, og hvordan prosjektet oppfyller </w:t>
                            </w:r>
                            <w:r w:rsidR="00FB7E28">
                              <w:rPr>
                                <w:color w:val="auto"/>
                              </w:rPr>
                              <w:t>punktene</w:t>
                            </w:r>
                            <w:r w:rsidRPr="006B6EF0">
                              <w:rPr>
                                <w:color w:val="auto"/>
                              </w:rPr>
                              <w:t xml:space="preserve"> beskrevet under temaets relevans.</w:t>
                            </w:r>
                          </w:p>
                          <w:p w14:paraId="71D0FEE6" w14:textId="6DF1DDD6" w:rsidR="006B6EF0" w:rsidRPr="006B6EF0" w:rsidRDefault="006B6EF0" w:rsidP="006B6EF0">
                            <w:pPr>
                              <w:rPr>
                                <w:color w:val="auto"/>
                              </w:rPr>
                            </w:pPr>
                            <w:r w:rsidRPr="006B6EF0">
                              <w:rPr>
                                <w:color w:val="auto"/>
                              </w:rPr>
                              <w:t xml:space="preserve">Beskrivelsen skal ikke overstige 1 (én) side. Sideformatet må være A4 med 2 cm marger, enkel linjeavstand og Arial, </w:t>
                            </w:r>
                            <w:proofErr w:type="spellStart"/>
                            <w:r w:rsidRPr="006B6EF0">
                              <w:rPr>
                                <w:color w:val="auto"/>
                              </w:rPr>
                              <w:t>Calibri</w:t>
                            </w:r>
                            <w:proofErr w:type="spellEnd"/>
                            <w:r w:rsidRPr="006B6EF0">
                              <w:rPr>
                                <w:color w:val="auto"/>
                              </w:rPr>
                              <w:t xml:space="preserve"> eller Times New Roman 11-punkt.</w:t>
                            </w:r>
                          </w:p>
                          <w:p w14:paraId="79CFAA7F" w14:textId="77777777" w:rsidR="006B6EF0" w:rsidRPr="006B6EF0" w:rsidRDefault="006B6EF0" w:rsidP="00014370">
                            <w:pPr>
                              <w:ind w:left="3540"/>
                              <w:rPr>
                                <w:color w:val="auto"/>
                              </w:rPr>
                            </w:pPr>
                            <w:r w:rsidRPr="006B6EF0">
                              <w:rPr>
                                <w:color w:val="auto"/>
                              </w:rPr>
                              <w:t>Vennligst slett denne veiledningen fra malen før innsending</w:t>
                            </w:r>
                          </w:p>
                          <w:p w14:paraId="45D8C4A4" w14:textId="56A4774A" w:rsidR="0072475F" w:rsidRPr="006B6EF0" w:rsidRDefault="0072475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F9B400" id="_x0000_t202" coordsize="21600,21600" o:spt="202" path="m,l,21600r21600,l21600,xe">
                <v:stroke joinstyle="miter"/>
                <v:path gradientshapeok="t" o:connecttype="rect"/>
              </v:shapetype>
              <v:shape id="Tekstboks 2" o:spid="_x0000_s1026" type="#_x0000_t202" style="position:absolute;margin-left:0;margin-top:43.1pt;width:480pt;height:204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">
                <v:textbox>
                  <w:txbxContent>
                    <w:p w14:paraId="28E5A65C" w14:textId="77777777" w:rsidR="00014370" w:rsidRDefault="00014370" w:rsidP="006B6EF0">
                      <w:pPr>
                        <w:rPr>
                          <w:b/>
                          <w:bCs/>
                          <w:color w:val="auto"/>
                        </w:rPr>
                      </w:pPr>
                      <w:r>
                        <w:rPr>
                          <w:b/>
                          <w:bCs/>
                          <w:color w:val="auto"/>
                        </w:rPr>
                        <w:t>V</w:t>
                      </w:r>
                      <w:r w:rsidRPr="006B6EF0">
                        <w:rPr>
                          <w:b/>
                          <w:bCs/>
                          <w:color w:val="auto"/>
                        </w:rPr>
                        <w:t>eiledning</w:t>
                      </w:r>
                      <w:r w:rsidR="006B6EF0" w:rsidRPr="006B6EF0">
                        <w:rPr>
                          <w:b/>
                          <w:bCs/>
                          <w:color w:val="auto"/>
                        </w:rPr>
                        <w:t>: </w:t>
                      </w:r>
                    </w:p>
                    <w:p w14:paraId="417BFC33" w14:textId="27A33C6F" w:rsidR="006B6EF0" w:rsidRPr="006B6EF0" w:rsidRDefault="006B6EF0" w:rsidP="006B6EF0">
                      <w:pPr>
                        <w:rPr>
                          <w:color w:val="auto"/>
                        </w:rPr>
                      </w:pPr>
                      <w:r w:rsidRPr="006B6EF0">
                        <w:rPr>
                          <w:color w:val="auto"/>
                        </w:rPr>
                        <w:t xml:space="preserve">Dette vedlegget vil bli brukt av Forskningsrådet </w:t>
                      </w:r>
                      <w:r w:rsidR="00014370">
                        <w:rPr>
                          <w:color w:val="auto"/>
                        </w:rPr>
                        <w:t>når vi vurderer</w:t>
                      </w:r>
                      <w:r w:rsidRPr="006B6EF0">
                        <w:rPr>
                          <w:color w:val="auto"/>
                        </w:rPr>
                        <w:t xml:space="preserve"> kriteriet Relevans for det temaet</w:t>
                      </w:r>
                      <w:r w:rsidR="00014370">
                        <w:rPr>
                          <w:color w:val="auto"/>
                        </w:rPr>
                        <w:t xml:space="preserve"> som du har valgt</w:t>
                      </w:r>
                      <w:r w:rsidRPr="006B6EF0">
                        <w:rPr>
                          <w:color w:val="auto"/>
                        </w:rPr>
                        <w:t xml:space="preserve"> </w:t>
                      </w:r>
                      <w:r w:rsidR="006E3580">
                        <w:rPr>
                          <w:color w:val="auto"/>
                        </w:rPr>
                        <w:t xml:space="preserve">i </w:t>
                      </w:r>
                      <w:r w:rsidRPr="006B6EF0">
                        <w:rPr>
                          <w:color w:val="auto"/>
                        </w:rPr>
                        <w:t xml:space="preserve">søknadsskjemaet. </w:t>
                      </w:r>
                      <w:r w:rsidR="006E3580">
                        <w:rPr>
                          <w:color w:val="auto"/>
                        </w:rPr>
                        <w:t>Vedlegget</w:t>
                      </w:r>
                      <w:r w:rsidRPr="006B6EF0">
                        <w:rPr>
                          <w:color w:val="auto"/>
                        </w:rPr>
                        <w:t xml:space="preserve"> vil ikke bli brukt av fagpanelene, og du kan derfor velge å skrive det på engelsk eller norsk.</w:t>
                      </w:r>
                    </w:p>
                    <w:p w14:paraId="4C86FE27" w14:textId="082EAB78" w:rsidR="006B6EF0" w:rsidRPr="006B6EF0" w:rsidRDefault="006B6EF0" w:rsidP="006B6EF0">
                      <w:pPr>
                        <w:rPr>
                          <w:color w:val="auto"/>
                        </w:rPr>
                      </w:pPr>
                      <w:r w:rsidRPr="006B6EF0">
                        <w:rPr>
                          <w:color w:val="auto"/>
                        </w:rPr>
                        <w:t xml:space="preserve">Vennligst beskriv hvordan og hvorfor det foreslåtte prosjektet er relevant for de tematiske </w:t>
                      </w:r>
                      <w:r w:rsidR="00D304AD">
                        <w:rPr>
                          <w:color w:val="auto"/>
                        </w:rPr>
                        <w:t>avgrensingene</w:t>
                      </w:r>
                      <w:r w:rsidRPr="006B6EF0">
                        <w:rPr>
                          <w:color w:val="auto"/>
                        </w:rPr>
                        <w:t xml:space="preserve"> beskrevet under temaet i utlysningen, og hvordan prosjektet oppfyller </w:t>
                      </w:r>
                      <w:r w:rsidR="00FB7E28">
                        <w:rPr>
                          <w:color w:val="auto"/>
                        </w:rPr>
                        <w:t>punktene</w:t>
                      </w:r>
                      <w:r w:rsidRPr="006B6EF0">
                        <w:rPr>
                          <w:color w:val="auto"/>
                        </w:rPr>
                        <w:t xml:space="preserve"> beskrevet under temaets relevans.</w:t>
                      </w:r>
                    </w:p>
                    <w:p w14:paraId="71D0FEE6" w14:textId="6DF1DDD6" w:rsidR="006B6EF0" w:rsidRPr="006B6EF0" w:rsidRDefault="006B6EF0" w:rsidP="006B6EF0">
                      <w:pPr>
                        <w:rPr>
                          <w:color w:val="auto"/>
                        </w:rPr>
                      </w:pPr>
                      <w:r w:rsidRPr="006B6EF0">
                        <w:rPr>
                          <w:color w:val="auto"/>
                        </w:rPr>
                        <w:t xml:space="preserve">Beskrivelsen skal ikke overstige 1 (én) side. Sideformatet må være A4 med 2 cm marger, enkel linjeavstand og Arial, </w:t>
                      </w:r>
                      <w:proofErr w:type="spellStart"/>
                      <w:r w:rsidRPr="006B6EF0">
                        <w:rPr>
                          <w:color w:val="auto"/>
                        </w:rPr>
                        <w:t>Calibri</w:t>
                      </w:r>
                      <w:proofErr w:type="spellEnd"/>
                      <w:r w:rsidRPr="006B6EF0">
                        <w:rPr>
                          <w:color w:val="auto"/>
                        </w:rPr>
                        <w:t xml:space="preserve"> eller Times New Roman 11-punkt.</w:t>
                      </w:r>
                    </w:p>
                    <w:p w14:paraId="79CFAA7F" w14:textId="77777777" w:rsidR="006B6EF0" w:rsidRPr="006B6EF0" w:rsidRDefault="006B6EF0" w:rsidP="00014370">
                      <w:pPr>
                        <w:ind w:left="3540"/>
                        <w:rPr>
                          <w:color w:val="auto"/>
                        </w:rPr>
                      </w:pPr>
                      <w:r w:rsidRPr="006B6EF0">
                        <w:rPr>
                          <w:color w:val="auto"/>
                        </w:rPr>
                        <w:t>Vennligst slett denne veiledningen fra malen før innsending</w:t>
                      </w:r>
                    </w:p>
                    <w:p w14:paraId="45D8C4A4" w14:textId="56A4774A" w:rsidR="0072475F" w:rsidRPr="006B6EF0" w:rsidRDefault="0072475F"/>
                  </w:txbxContent>
                </v:textbox>
                <w10:wrap type="square" anchorx="margin"/>
              </v:shape>
            </w:pict>
          </mc:Fallback>
        </mc:AlternateContent>
      </w:r>
      <w:r w:rsidR="002343AD" w:rsidRPr="002343AD">
        <w:rPr>
          <w:rFonts w:ascii="Arial" w:eastAsiaTheme="minorHAnsi" w:hAnsi="Arial" w:cs="Arial"/>
          <w:b w:val="0"/>
          <w:bCs w:val="0"/>
          <w:iCs w:val="0"/>
          <w:color w:val="1F1F1F"/>
          <w:sz w:val="27"/>
          <w:szCs w:val="27"/>
          <w:shd w:val="clear" w:color="auto" w:fill="FFFFFF"/>
        </w:rPr>
        <w:t xml:space="preserve"> </w:t>
      </w:r>
      <w:r w:rsidR="00FF3F5C">
        <w:rPr>
          <w:b w:val="0"/>
          <w:bCs w:val="0"/>
          <w:noProof/>
          <w:sz w:val="32"/>
          <w:szCs w:val="28"/>
        </w:rPr>
        <w:t>Forskerprosjekt</w:t>
      </w:r>
    </w:p>
    <w:p w14:paraId="05CCFBBE" w14:textId="5AEBA241" w:rsidR="00857FCF" w:rsidRPr="00857FCF" w:rsidRDefault="00857FCF" w:rsidP="00857FCF">
      <w:pPr>
        <w:rPr>
          <w:lang w:val="en-GB"/>
        </w:rPr>
      </w:pPr>
    </w:p>
    <w:p w14:paraId="69EA80A6" w14:textId="55B48477" w:rsidR="001A34ED" w:rsidRPr="00B506E7" w:rsidRDefault="00666813" w:rsidP="001A34ED">
      <w:pPr>
        <w:pStyle w:val="Overskrift3"/>
        <w:rPr>
          <w:szCs w:val="28"/>
        </w:rPr>
      </w:pPr>
      <w:r>
        <w:rPr>
          <w:szCs w:val="28"/>
        </w:rPr>
        <w:t>P</w:t>
      </w:r>
      <w:r w:rsidR="005112AA" w:rsidRPr="005112AA">
        <w:rPr>
          <w:szCs w:val="28"/>
        </w:rPr>
        <w:t>rosjektet</w:t>
      </w:r>
      <w:r>
        <w:rPr>
          <w:szCs w:val="28"/>
        </w:rPr>
        <w:t>s relevans</w:t>
      </w:r>
      <w:r w:rsidR="005112AA" w:rsidRPr="005112AA">
        <w:rPr>
          <w:szCs w:val="28"/>
        </w:rPr>
        <w:t xml:space="preserve"> for det valgte temaet</w:t>
      </w:r>
      <w:r w:rsidR="001A34ED" w:rsidRPr="00B506E7">
        <w:rPr>
          <w:szCs w:val="28"/>
        </w:rPr>
        <w:t xml:space="preserve">  </w:t>
      </w:r>
    </w:p>
    <w:p w14:paraId="7EC9C9E5" w14:textId="348C70FA" w:rsidR="00105391" w:rsidRPr="00666813" w:rsidRDefault="00B506E7" w:rsidP="00B506E7">
      <w:pPr>
        <w:spacing w:after="200" w:line="276" w:lineRule="auto"/>
        <w:rPr>
          <w:b/>
          <w:sz w:val="24"/>
          <w:szCs w:val="24"/>
        </w:rPr>
      </w:pPr>
      <w:r w:rsidRPr="00B506E7">
        <w:rPr>
          <w:rFonts w:eastAsiaTheme="majorEastAsia" w:cstheme="majorBidi"/>
          <w:b/>
          <w:bCs/>
          <w:iCs/>
          <w:color w:val="000000"/>
        </w:rPr>
        <w:t xml:space="preserve">&lt; Søknadsreferansenummer – </w:t>
      </w:r>
      <w:r w:rsidR="005E1BAB">
        <w:rPr>
          <w:rFonts w:eastAsiaTheme="majorEastAsia" w:cstheme="majorBidi"/>
          <w:b/>
          <w:bCs/>
          <w:iCs/>
          <w:color w:val="000000"/>
        </w:rPr>
        <w:t>p</w:t>
      </w:r>
      <w:r w:rsidRPr="00B506E7">
        <w:rPr>
          <w:rFonts w:eastAsiaTheme="majorEastAsia" w:cstheme="majorBidi"/>
          <w:b/>
          <w:bCs/>
          <w:iCs/>
          <w:color w:val="000000"/>
        </w:rPr>
        <w:t>rosjekttittel &gt;</w:t>
      </w:r>
      <w:r w:rsidRPr="00B506E7">
        <w:rPr>
          <w:rFonts w:eastAsiaTheme="majorEastAsia" w:cstheme="majorBidi"/>
          <w:b/>
          <w:bCs/>
          <w:iCs/>
          <w:color w:val="000000"/>
        </w:rPr>
        <w:br/>
      </w:r>
      <w:r w:rsidRPr="00B506E7">
        <w:rPr>
          <w:rFonts w:eastAsiaTheme="majorEastAsia" w:cstheme="majorBidi"/>
          <w:b/>
          <w:bCs/>
          <w:iCs/>
          <w:color w:val="000000"/>
        </w:rPr>
        <w:t>&lt;Tematittel&gt;</w:t>
      </w:r>
      <w:r w:rsidR="004504A6" w:rsidRPr="00666813">
        <w:rPr>
          <w:b/>
          <w:sz w:val="24"/>
          <w:szCs w:val="24"/>
        </w:rPr>
        <w:t xml:space="preserve"> </w:t>
      </w:r>
    </w:p>
    <w:p w14:paraId="1C9FC01A" w14:textId="36228C37" w:rsidR="007E518F" w:rsidRPr="00666813" w:rsidRDefault="00666813" w:rsidP="004E2C34">
      <w:pPr>
        <w:spacing w:after="200" w:line="276" w:lineRule="auto"/>
      </w:pPr>
      <w:r w:rsidRPr="00666813">
        <w:t>Gi din beskrivelse her.</w:t>
      </w:r>
    </w:p>
    <w:sectPr w:rsidR="007E518F" w:rsidRPr="00666813" w:rsidSect="00EF2882">
      <w:footerReference w:type="default" r:id="rId11"/>
      <w:headerReference w:type="first" r:id="rId12"/>
      <w:pgSz w:w="11906" w:h="16838" w:code="9"/>
      <w:pgMar w:top="126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086DA" w14:textId="77777777" w:rsidR="00045F54" w:rsidRDefault="00045F54" w:rsidP="000D14F6">
      <w:pPr>
        <w:spacing w:after="0" w:line="240" w:lineRule="auto"/>
      </w:pPr>
      <w:r>
        <w:separator/>
      </w:r>
    </w:p>
  </w:endnote>
  <w:endnote w:type="continuationSeparator" w:id="0">
    <w:p w14:paraId="70910D19" w14:textId="77777777" w:rsidR="00045F54" w:rsidRDefault="00045F54" w:rsidP="000D14F6">
      <w:pPr>
        <w:spacing w:after="0" w:line="240" w:lineRule="auto"/>
      </w:pPr>
      <w:r>
        <w:continuationSeparator/>
      </w:r>
    </w:p>
  </w:endnote>
  <w:endnote w:type="continuationNotice" w:id="1">
    <w:p w14:paraId="15687846" w14:textId="77777777" w:rsidR="00045F54" w:rsidRDefault="00045F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761F5" w14:textId="77777777" w:rsidR="000D14F6" w:rsidRDefault="000D14F6">
    <w:pPr>
      <w:pStyle w:val="Bunntekst"/>
    </w:pPr>
    <w:r>
      <w:tab/>
    </w:r>
    <w:r>
      <w:fldChar w:fldCharType="begin"/>
    </w:r>
    <w:r>
      <w:instrText>PAGE   \* MERGEFORMAT</w:instrText>
    </w:r>
    <w:r>
      <w:fldChar w:fldCharType="separate"/>
    </w:r>
    <w:r w:rsidR="00D57D7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29B90" w14:textId="77777777" w:rsidR="00045F54" w:rsidRDefault="00045F54" w:rsidP="000D14F6">
      <w:pPr>
        <w:spacing w:after="0" w:line="240" w:lineRule="auto"/>
      </w:pPr>
      <w:r>
        <w:separator/>
      </w:r>
    </w:p>
  </w:footnote>
  <w:footnote w:type="continuationSeparator" w:id="0">
    <w:p w14:paraId="6362EB57" w14:textId="77777777" w:rsidR="00045F54" w:rsidRDefault="00045F54" w:rsidP="000D14F6">
      <w:pPr>
        <w:spacing w:after="0" w:line="240" w:lineRule="auto"/>
      </w:pPr>
      <w:r>
        <w:continuationSeparator/>
      </w:r>
    </w:p>
  </w:footnote>
  <w:footnote w:type="continuationNotice" w:id="1">
    <w:p w14:paraId="3218AD4D" w14:textId="77777777" w:rsidR="00045F54" w:rsidRDefault="00045F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9633E" w14:textId="06253203" w:rsidR="00905B86" w:rsidRPr="000328B7" w:rsidRDefault="001C57E6" w:rsidP="001C57E6">
    <w:pPr>
      <w:pStyle w:val="Topptekst"/>
      <w:tabs>
        <w:tab w:val="clear" w:pos="4536"/>
        <w:tab w:val="clear" w:pos="9072"/>
        <w:tab w:val="right" w:pos="9638"/>
      </w:tabs>
      <w:rPr>
        <w:szCs w:val="28"/>
        <w:lang w:val="en-GB"/>
      </w:rPr>
    </w:pPr>
    <w:r>
      <w:rPr>
        <w:szCs w:val="28"/>
        <w:lang w:val="en-GB"/>
      </w:rPr>
      <w:tab/>
    </w:r>
    <w:r w:rsidR="005459A9">
      <w:rPr>
        <w:color w:val="FF0000"/>
        <w:sz w:val="18"/>
        <w:szCs w:val="28"/>
        <w:lang w:val="en-GB"/>
      </w:rPr>
      <w:t>F</w:t>
    </w:r>
    <w:r w:rsidR="00924522">
      <w:rPr>
        <w:color w:val="FF0000"/>
        <w:sz w:val="18"/>
        <w:szCs w:val="28"/>
        <w:lang w:val="en-GB"/>
      </w:rPr>
      <w:t>P</w:t>
    </w:r>
    <w:r w:rsidRPr="001C57E6">
      <w:rPr>
        <w:color w:val="FF0000"/>
        <w:sz w:val="18"/>
        <w:szCs w:val="28"/>
        <w:lang w:val="en-GB"/>
      </w:rPr>
      <w:t>RV (</w:t>
    </w:r>
    <w:proofErr w:type="spellStart"/>
    <w:r w:rsidR="00EE0F50">
      <w:rPr>
        <w:color w:val="FF0000"/>
        <w:sz w:val="18"/>
        <w:szCs w:val="28"/>
        <w:lang w:val="en-GB"/>
      </w:rPr>
      <w:t>ikke</w:t>
    </w:r>
    <w:proofErr w:type="spellEnd"/>
    <w:r w:rsidR="00EE0F50">
      <w:rPr>
        <w:color w:val="FF0000"/>
        <w:sz w:val="18"/>
        <w:szCs w:val="28"/>
        <w:lang w:val="en-GB"/>
      </w:rPr>
      <w:t xml:space="preserve"> </w:t>
    </w:r>
    <w:proofErr w:type="spellStart"/>
    <w:r w:rsidR="00EE0F50">
      <w:rPr>
        <w:color w:val="FF0000"/>
        <w:sz w:val="18"/>
        <w:szCs w:val="28"/>
        <w:lang w:val="en-GB"/>
      </w:rPr>
      <w:t>fjern</w:t>
    </w:r>
    <w:proofErr w:type="spellEnd"/>
    <w:r w:rsidRPr="001C57E6">
      <w:rPr>
        <w:color w:val="FF0000"/>
        <w:sz w:val="18"/>
        <w:szCs w:val="28"/>
        <w:lang w:val="en-GB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685308"/>
    <w:multiLevelType w:val="hybridMultilevel"/>
    <w:tmpl w:val="5322A152"/>
    <w:lvl w:ilvl="0" w:tplc="D514EBE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552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030"/>
    <w:rsid w:val="00000F4A"/>
    <w:rsid w:val="000010B4"/>
    <w:rsid w:val="00001E60"/>
    <w:rsid w:val="00005B18"/>
    <w:rsid w:val="00006DB8"/>
    <w:rsid w:val="000122C3"/>
    <w:rsid w:val="00014370"/>
    <w:rsid w:val="000328B7"/>
    <w:rsid w:val="00042681"/>
    <w:rsid w:val="00045F54"/>
    <w:rsid w:val="00046221"/>
    <w:rsid w:val="0004788A"/>
    <w:rsid w:val="00052569"/>
    <w:rsid w:val="00054532"/>
    <w:rsid w:val="000665A1"/>
    <w:rsid w:val="00086E8A"/>
    <w:rsid w:val="00091F08"/>
    <w:rsid w:val="000B3E84"/>
    <w:rsid w:val="000B6305"/>
    <w:rsid w:val="000C2A02"/>
    <w:rsid w:val="000C43A3"/>
    <w:rsid w:val="000C5319"/>
    <w:rsid w:val="000C5DF6"/>
    <w:rsid w:val="000C6CF8"/>
    <w:rsid w:val="000D14F6"/>
    <w:rsid w:val="000D1BE4"/>
    <w:rsid w:val="000D66A8"/>
    <w:rsid w:val="000D6EE2"/>
    <w:rsid w:val="000D7C60"/>
    <w:rsid w:val="000E79BE"/>
    <w:rsid w:val="0010118C"/>
    <w:rsid w:val="00102A1A"/>
    <w:rsid w:val="00105391"/>
    <w:rsid w:val="00106634"/>
    <w:rsid w:val="00113971"/>
    <w:rsid w:val="00113F64"/>
    <w:rsid w:val="00115A02"/>
    <w:rsid w:val="001221C2"/>
    <w:rsid w:val="0012739F"/>
    <w:rsid w:val="00131B46"/>
    <w:rsid w:val="001332F2"/>
    <w:rsid w:val="00133BDF"/>
    <w:rsid w:val="00134D2A"/>
    <w:rsid w:val="001436A1"/>
    <w:rsid w:val="001446D7"/>
    <w:rsid w:val="001501D0"/>
    <w:rsid w:val="001547C1"/>
    <w:rsid w:val="00155CAB"/>
    <w:rsid w:val="0016265D"/>
    <w:rsid w:val="001630DC"/>
    <w:rsid w:val="00181267"/>
    <w:rsid w:val="00183C0B"/>
    <w:rsid w:val="00186F4F"/>
    <w:rsid w:val="00195759"/>
    <w:rsid w:val="00197F8C"/>
    <w:rsid w:val="001A2FCB"/>
    <w:rsid w:val="001A34ED"/>
    <w:rsid w:val="001A7541"/>
    <w:rsid w:val="001C57E6"/>
    <w:rsid w:val="001C7B97"/>
    <w:rsid w:val="001E33C5"/>
    <w:rsid w:val="001E3ACF"/>
    <w:rsid w:val="001F3823"/>
    <w:rsid w:val="001F4F6C"/>
    <w:rsid w:val="001F7B0E"/>
    <w:rsid w:val="0020328C"/>
    <w:rsid w:val="0021546B"/>
    <w:rsid w:val="00220254"/>
    <w:rsid w:val="00221DAF"/>
    <w:rsid w:val="00227CCF"/>
    <w:rsid w:val="002343AD"/>
    <w:rsid w:val="0023520B"/>
    <w:rsid w:val="00235C8B"/>
    <w:rsid w:val="00235F98"/>
    <w:rsid w:val="00242644"/>
    <w:rsid w:val="00244376"/>
    <w:rsid w:val="002501BA"/>
    <w:rsid w:val="00265496"/>
    <w:rsid w:val="00266DB7"/>
    <w:rsid w:val="002832F2"/>
    <w:rsid w:val="00293D86"/>
    <w:rsid w:val="002949DC"/>
    <w:rsid w:val="002A1CB1"/>
    <w:rsid w:val="002A51B8"/>
    <w:rsid w:val="002A5383"/>
    <w:rsid w:val="002B0F48"/>
    <w:rsid w:val="002B167E"/>
    <w:rsid w:val="002C3730"/>
    <w:rsid w:val="002C661E"/>
    <w:rsid w:val="002D65E2"/>
    <w:rsid w:val="002E0B40"/>
    <w:rsid w:val="002F3A78"/>
    <w:rsid w:val="003011A7"/>
    <w:rsid w:val="00301E1A"/>
    <w:rsid w:val="00304D26"/>
    <w:rsid w:val="00306FC6"/>
    <w:rsid w:val="00325357"/>
    <w:rsid w:val="0034371E"/>
    <w:rsid w:val="003575F3"/>
    <w:rsid w:val="003614A7"/>
    <w:rsid w:val="003631C7"/>
    <w:rsid w:val="0036510F"/>
    <w:rsid w:val="00366D81"/>
    <w:rsid w:val="0037027D"/>
    <w:rsid w:val="003A4E85"/>
    <w:rsid w:val="003A4EA4"/>
    <w:rsid w:val="003B0929"/>
    <w:rsid w:val="003B2685"/>
    <w:rsid w:val="003B57FF"/>
    <w:rsid w:val="003C4372"/>
    <w:rsid w:val="003D72B5"/>
    <w:rsid w:val="00403FDE"/>
    <w:rsid w:val="004043C6"/>
    <w:rsid w:val="00404747"/>
    <w:rsid w:val="00407CDF"/>
    <w:rsid w:val="00410D0A"/>
    <w:rsid w:val="0041287A"/>
    <w:rsid w:val="00414E58"/>
    <w:rsid w:val="004274CC"/>
    <w:rsid w:val="004307D1"/>
    <w:rsid w:val="00443245"/>
    <w:rsid w:val="00445EA0"/>
    <w:rsid w:val="004504A6"/>
    <w:rsid w:val="00451010"/>
    <w:rsid w:val="00455212"/>
    <w:rsid w:val="00460925"/>
    <w:rsid w:val="0046565C"/>
    <w:rsid w:val="00474F72"/>
    <w:rsid w:val="00481DEC"/>
    <w:rsid w:val="00483D92"/>
    <w:rsid w:val="00487926"/>
    <w:rsid w:val="004A0558"/>
    <w:rsid w:val="004A5FE3"/>
    <w:rsid w:val="004A6BF4"/>
    <w:rsid w:val="004B41E7"/>
    <w:rsid w:val="004B53EA"/>
    <w:rsid w:val="004B6204"/>
    <w:rsid w:val="004C324C"/>
    <w:rsid w:val="004D1888"/>
    <w:rsid w:val="004D2B11"/>
    <w:rsid w:val="004E2C34"/>
    <w:rsid w:val="004F0EDE"/>
    <w:rsid w:val="0050232D"/>
    <w:rsid w:val="0050539D"/>
    <w:rsid w:val="00506436"/>
    <w:rsid w:val="005112AA"/>
    <w:rsid w:val="00512367"/>
    <w:rsid w:val="005133C0"/>
    <w:rsid w:val="00536040"/>
    <w:rsid w:val="005459A9"/>
    <w:rsid w:val="00555A1C"/>
    <w:rsid w:val="00562FC6"/>
    <w:rsid w:val="00570418"/>
    <w:rsid w:val="0057098B"/>
    <w:rsid w:val="0057138C"/>
    <w:rsid w:val="00574327"/>
    <w:rsid w:val="00582082"/>
    <w:rsid w:val="0058786E"/>
    <w:rsid w:val="00596563"/>
    <w:rsid w:val="005A1927"/>
    <w:rsid w:val="005A322C"/>
    <w:rsid w:val="005B610F"/>
    <w:rsid w:val="005C1762"/>
    <w:rsid w:val="005C4346"/>
    <w:rsid w:val="005C6CE6"/>
    <w:rsid w:val="005D214B"/>
    <w:rsid w:val="005E176B"/>
    <w:rsid w:val="005E1BAB"/>
    <w:rsid w:val="00606BCB"/>
    <w:rsid w:val="00607CCB"/>
    <w:rsid w:val="0061155C"/>
    <w:rsid w:val="006153FC"/>
    <w:rsid w:val="00616F24"/>
    <w:rsid w:val="00617FB6"/>
    <w:rsid w:val="00620B7D"/>
    <w:rsid w:val="006213A6"/>
    <w:rsid w:val="00621820"/>
    <w:rsid w:val="00626C0D"/>
    <w:rsid w:val="006300B2"/>
    <w:rsid w:val="0064556F"/>
    <w:rsid w:val="00651E35"/>
    <w:rsid w:val="0066443E"/>
    <w:rsid w:val="00666813"/>
    <w:rsid w:val="00670F51"/>
    <w:rsid w:val="00671621"/>
    <w:rsid w:val="00680153"/>
    <w:rsid w:val="00680E3E"/>
    <w:rsid w:val="00685AB0"/>
    <w:rsid w:val="006A35AA"/>
    <w:rsid w:val="006A6B1C"/>
    <w:rsid w:val="006B03AB"/>
    <w:rsid w:val="006B27FB"/>
    <w:rsid w:val="006B6EF0"/>
    <w:rsid w:val="006E3580"/>
    <w:rsid w:val="006E703B"/>
    <w:rsid w:val="006E7520"/>
    <w:rsid w:val="006F3EFE"/>
    <w:rsid w:val="00720DD9"/>
    <w:rsid w:val="00720EE6"/>
    <w:rsid w:val="0072101A"/>
    <w:rsid w:val="0072343A"/>
    <w:rsid w:val="0072475F"/>
    <w:rsid w:val="00733307"/>
    <w:rsid w:val="00733831"/>
    <w:rsid w:val="00734696"/>
    <w:rsid w:val="007420A8"/>
    <w:rsid w:val="0075093F"/>
    <w:rsid w:val="00754BA6"/>
    <w:rsid w:val="007647F9"/>
    <w:rsid w:val="00767F28"/>
    <w:rsid w:val="00785EB9"/>
    <w:rsid w:val="00787887"/>
    <w:rsid w:val="00792AB1"/>
    <w:rsid w:val="0079312C"/>
    <w:rsid w:val="00795A25"/>
    <w:rsid w:val="007A5F3B"/>
    <w:rsid w:val="007A6164"/>
    <w:rsid w:val="007B4828"/>
    <w:rsid w:val="007B5489"/>
    <w:rsid w:val="007B61C1"/>
    <w:rsid w:val="007B7F4D"/>
    <w:rsid w:val="007D4192"/>
    <w:rsid w:val="007D7A42"/>
    <w:rsid w:val="007E0B7F"/>
    <w:rsid w:val="007E518F"/>
    <w:rsid w:val="00804059"/>
    <w:rsid w:val="00815655"/>
    <w:rsid w:val="00823EFE"/>
    <w:rsid w:val="008241B1"/>
    <w:rsid w:val="008274A1"/>
    <w:rsid w:val="00830D07"/>
    <w:rsid w:val="00846396"/>
    <w:rsid w:val="008478B0"/>
    <w:rsid w:val="00857FCF"/>
    <w:rsid w:val="00865A92"/>
    <w:rsid w:val="00867D15"/>
    <w:rsid w:val="00871DFA"/>
    <w:rsid w:val="0089738C"/>
    <w:rsid w:val="008A3B9B"/>
    <w:rsid w:val="008C42C2"/>
    <w:rsid w:val="008D7A43"/>
    <w:rsid w:val="008E190A"/>
    <w:rsid w:val="008E76F9"/>
    <w:rsid w:val="008F0A8A"/>
    <w:rsid w:val="008F2F39"/>
    <w:rsid w:val="008F7672"/>
    <w:rsid w:val="00901DF4"/>
    <w:rsid w:val="00905B86"/>
    <w:rsid w:val="00907FD0"/>
    <w:rsid w:val="00922716"/>
    <w:rsid w:val="00924522"/>
    <w:rsid w:val="00934D61"/>
    <w:rsid w:val="00937106"/>
    <w:rsid w:val="00943AFA"/>
    <w:rsid w:val="009527FE"/>
    <w:rsid w:val="009633CA"/>
    <w:rsid w:val="009656FF"/>
    <w:rsid w:val="00976AED"/>
    <w:rsid w:val="00982BD0"/>
    <w:rsid w:val="00984607"/>
    <w:rsid w:val="009846AD"/>
    <w:rsid w:val="009917ED"/>
    <w:rsid w:val="00992210"/>
    <w:rsid w:val="009A2D6F"/>
    <w:rsid w:val="009B0FF1"/>
    <w:rsid w:val="009B3BBC"/>
    <w:rsid w:val="009B5A8E"/>
    <w:rsid w:val="009B6F7A"/>
    <w:rsid w:val="009B7178"/>
    <w:rsid w:val="009C41D0"/>
    <w:rsid w:val="009D4092"/>
    <w:rsid w:val="009E3C54"/>
    <w:rsid w:val="009F170E"/>
    <w:rsid w:val="00A002FE"/>
    <w:rsid w:val="00A0272A"/>
    <w:rsid w:val="00A04B12"/>
    <w:rsid w:val="00A12863"/>
    <w:rsid w:val="00A27AAF"/>
    <w:rsid w:val="00A401D5"/>
    <w:rsid w:val="00A41C38"/>
    <w:rsid w:val="00A44075"/>
    <w:rsid w:val="00A73A83"/>
    <w:rsid w:val="00A75CA7"/>
    <w:rsid w:val="00A77E0E"/>
    <w:rsid w:val="00A86DC1"/>
    <w:rsid w:val="00AB0816"/>
    <w:rsid w:val="00AB12B1"/>
    <w:rsid w:val="00AB178C"/>
    <w:rsid w:val="00AB4421"/>
    <w:rsid w:val="00AC1F4F"/>
    <w:rsid w:val="00AD0030"/>
    <w:rsid w:val="00AD36D6"/>
    <w:rsid w:val="00AD4F05"/>
    <w:rsid w:val="00AD5D32"/>
    <w:rsid w:val="00AF51A0"/>
    <w:rsid w:val="00B262F0"/>
    <w:rsid w:val="00B4525D"/>
    <w:rsid w:val="00B506E7"/>
    <w:rsid w:val="00B577B5"/>
    <w:rsid w:val="00B664C2"/>
    <w:rsid w:val="00B75D37"/>
    <w:rsid w:val="00B8292B"/>
    <w:rsid w:val="00B93747"/>
    <w:rsid w:val="00B94793"/>
    <w:rsid w:val="00BB162C"/>
    <w:rsid w:val="00BB740B"/>
    <w:rsid w:val="00BC1992"/>
    <w:rsid w:val="00BC2089"/>
    <w:rsid w:val="00BC57C5"/>
    <w:rsid w:val="00BC600B"/>
    <w:rsid w:val="00BC69EC"/>
    <w:rsid w:val="00BC70A8"/>
    <w:rsid w:val="00BD270D"/>
    <w:rsid w:val="00BE243F"/>
    <w:rsid w:val="00BE249A"/>
    <w:rsid w:val="00C0315E"/>
    <w:rsid w:val="00C100D1"/>
    <w:rsid w:val="00C11159"/>
    <w:rsid w:val="00C441EB"/>
    <w:rsid w:val="00C52D14"/>
    <w:rsid w:val="00C54EFA"/>
    <w:rsid w:val="00C5704C"/>
    <w:rsid w:val="00C578CA"/>
    <w:rsid w:val="00C60616"/>
    <w:rsid w:val="00C618E7"/>
    <w:rsid w:val="00C6739A"/>
    <w:rsid w:val="00C700F8"/>
    <w:rsid w:val="00C71AF2"/>
    <w:rsid w:val="00C908D5"/>
    <w:rsid w:val="00C916FF"/>
    <w:rsid w:val="00C96B05"/>
    <w:rsid w:val="00CA2FAD"/>
    <w:rsid w:val="00CA5E91"/>
    <w:rsid w:val="00CA6619"/>
    <w:rsid w:val="00CB6D0A"/>
    <w:rsid w:val="00CB6FD4"/>
    <w:rsid w:val="00CE1264"/>
    <w:rsid w:val="00CE253F"/>
    <w:rsid w:val="00CE5D4A"/>
    <w:rsid w:val="00CE766B"/>
    <w:rsid w:val="00CF2BE4"/>
    <w:rsid w:val="00CF4028"/>
    <w:rsid w:val="00D00859"/>
    <w:rsid w:val="00D101EB"/>
    <w:rsid w:val="00D10CE9"/>
    <w:rsid w:val="00D12159"/>
    <w:rsid w:val="00D2106B"/>
    <w:rsid w:val="00D23845"/>
    <w:rsid w:val="00D27761"/>
    <w:rsid w:val="00D304AD"/>
    <w:rsid w:val="00D30F77"/>
    <w:rsid w:val="00D42B88"/>
    <w:rsid w:val="00D43EE6"/>
    <w:rsid w:val="00D57D79"/>
    <w:rsid w:val="00D60CF0"/>
    <w:rsid w:val="00D65B0D"/>
    <w:rsid w:val="00D837CB"/>
    <w:rsid w:val="00D84912"/>
    <w:rsid w:val="00D862BC"/>
    <w:rsid w:val="00DA3C52"/>
    <w:rsid w:val="00DB0564"/>
    <w:rsid w:val="00DB130D"/>
    <w:rsid w:val="00DB225C"/>
    <w:rsid w:val="00DC6B18"/>
    <w:rsid w:val="00DD0A94"/>
    <w:rsid w:val="00DD7BE2"/>
    <w:rsid w:val="00DE179D"/>
    <w:rsid w:val="00DE4B74"/>
    <w:rsid w:val="00DF6220"/>
    <w:rsid w:val="00DF7DF9"/>
    <w:rsid w:val="00E04C80"/>
    <w:rsid w:val="00E151F7"/>
    <w:rsid w:val="00E17030"/>
    <w:rsid w:val="00E31BE5"/>
    <w:rsid w:val="00E44FAD"/>
    <w:rsid w:val="00E462C6"/>
    <w:rsid w:val="00E567A6"/>
    <w:rsid w:val="00E668C7"/>
    <w:rsid w:val="00E77B93"/>
    <w:rsid w:val="00E9476F"/>
    <w:rsid w:val="00E94D8A"/>
    <w:rsid w:val="00EA0220"/>
    <w:rsid w:val="00EA0A1E"/>
    <w:rsid w:val="00EA7F9D"/>
    <w:rsid w:val="00EB1BDF"/>
    <w:rsid w:val="00EB7524"/>
    <w:rsid w:val="00EC66D1"/>
    <w:rsid w:val="00EE0103"/>
    <w:rsid w:val="00EE0F50"/>
    <w:rsid w:val="00EE1913"/>
    <w:rsid w:val="00EE5763"/>
    <w:rsid w:val="00EF2882"/>
    <w:rsid w:val="00EF3F3B"/>
    <w:rsid w:val="00F042AB"/>
    <w:rsid w:val="00F046A8"/>
    <w:rsid w:val="00F05D54"/>
    <w:rsid w:val="00F217A8"/>
    <w:rsid w:val="00F277B8"/>
    <w:rsid w:val="00F3394F"/>
    <w:rsid w:val="00F53028"/>
    <w:rsid w:val="00F56E70"/>
    <w:rsid w:val="00F62D04"/>
    <w:rsid w:val="00F71C6C"/>
    <w:rsid w:val="00F72AE8"/>
    <w:rsid w:val="00F754D8"/>
    <w:rsid w:val="00F77D65"/>
    <w:rsid w:val="00F8091F"/>
    <w:rsid w:val="00F94862"/>
    <w:rsid w:val="00FA0154"/>
    <w:rsid w:val="00FA0A7D"/>
    <w:rsid w:val="00FB0B5A"/>
    <w:rsid w:val="00FB1BB3"/>
    <w:rsid w:val="00FB7BF8"/>
    <w:rsid w:val="00FB7E28"/>
    <w:rsid w:val="00FC3D27"/>
    <w:rsid w:val="00FC6A9F"/>
    <w:rsid w:val="00FD1D89"/>
    <w:rsid w:val="00FD2309"/>
    <w:rsid w:val="00FF3F5C"/>
    <w:rsid w:val="01BFF47F"/>
    <w:rsid w:val="1B89104F"/>
    <w:rsid w:val="2C777C51"/>
    <w:rsid w:val="2FF19A10"/>
    <w:rsid w:val="3E4E820C"/>
    <w:rsid w:val="49FFC8B2"/>
    <w:rsid w:val="58BA2EB8"/>
    <w:rsid w:val="5D1E4AC9"/>
    <w:rsid w:val="677324B2"/>
    <w:rsid w:val="7B8FE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C8E4AA"/>
  <w15:chartTrackingRefBased/>
  <w15:docId w15:val="{5581C6B5-A767-4F96-8E2E-0396AD1A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030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Listeavsnitt">
    <w:name w:val="List Paragraph"/>
    <w:basedOn w:val="Normal"/>
    <w:link w:val="ListeavsnittTegn"/>
    <w:uiPriority w:val="34"/>
    <w:qFormat/>
    <w:rsid w:val="00E17030"/>
    <w:pPr>
      <w:ind w:left="720"/>
      <w:contextualSpacing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E17030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235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23520B"/>
    <w:rPr>
      <w:rFonts w:ascii="Segoe UI" w:hAnsi="Segoe UI" w:cs="Segoe UI"/>
      <w:color w:val="000000" w:themeColor="text1"/>
      <w:sz w:val="18"/>
      <w:szCs w:val="18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8274A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8274A1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8274A1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8274A1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8274A1"/>
    <w:rPr>
      <w:b/>
      <w:bCs/>
      <w:color w:val="000000" w:themeColor="text1"/>
      <w:sz w:val="20"/>
      <w:szCs w:val="20"/>
    </w:rPr>
  </w:style>
  <w:style w:type="character" w:customStyle="1" w:styleId="Ulstomtale1">
    <w:name w:val="Uløst omtale1"/>
    <w:basedOn w:val="Standardskriftforavsnitt"/>
    <w:uiPriority w:val="99"/>
    <w:unhideWhenUsed/>
    <w:rsid w:val="007B61C1"/>
    <w:rPr>
      <w:color w:val="605E5C"/>
      <w:shd w:val="clear" w:color="auto" w:fill="E1DFDD"/>
    </w:rPr>
  </w:style>
  <w:style w:type="character" w:customStyle="1" w:styleId="Omtale1">
    <w:name w:val="Omtale1"/>
    <w:basedOn w:val="Standardskriftforavsnitt"/>
    <w:uiPriority w:val="99"/>
    <w:unhideWhenUsed/>
    <w:rsid w:val="007B61C1"/>
    <w:rPr>
      <w:color w:val="2B579A"/>
      <w:shd w:val="clear" w:color="auto" w:fill="E1DFDD"/>
    </w:rPr>
  </w:style>
  <w:style w:type="paragraph" w:styleId="Revisjon">
    <w:name w:val="Revision"/>
    <w:hidden/>
    <w:uiPriority w:val="99"/>
    <w:semiHidden/>
    <w:rsid w:val="00924522"/>
    <w:pPr>
      <w:spacing w:after="0" w:line="240" w:lineRule="auto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6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5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4" ma:contentTypeDescription="Create a new document." ma:contentTypeScope="" ma:versionID="cd8c017889a50e51f12d919b66cbb1a9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ce51b5923297b5d68f04cd8816132634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B890B-B997-4280-94AC-9EB4747BA823}">
  <ds:schemaRefs>
    <ds:schemaRef ds:uri="http://schemas.microsoft.com/office/2006/metadata/properties"/>
    <ds:schemaRef ds:uri="http://schemas.microsoft.com/office/infopath/2007/PartnerControls"/>
    <ds:schemaRef ds:uri="f9e09c47-11e3-4c6b-9141-33f2d9d49a51"/>
    <ds:schemaRef ds:uri="0371177e-999e-4484-9773-2bdd55e8a00d"/>
  </ds:schemaRefs>
</ds:datastoreItem>
</file>

<file path=customXml/itemProps2.xml><?xml version="1.0" encoding="utf-8"?>
<ds:datastoreItem xmlns:ds="http://schemas.openxmlformats.org/officeDocument/2006/customXml" ds:itemID="{CBBAE057-FF20-4CD7-B99B-BDD543579C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58EDB7-8D6A-4081-9733-740E79CFDB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03C958-2FBC-4F8C-8E31-2E2E54C0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147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Roxrud</dc:creator>
  <cp:keywords/>
  <dc:description/>
  <cp:lastModifiedBy>Mads A. Skjelstad</cp:lastModifiedBy>
  <cp:revision>4</cp:revision>
  <dcterms:created xsi:type="dcterms:W3CDTF">2025-01-21T12:36:00Z</dcterms:created>
  <dcterms:modified xsi:type="dcterms:W3CDTF">2025-01-21T12:38:00Z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0x0101009D15726D26E19C4C9340B4EE147757D7</vt:lpwstr>
  </property>
  <property fmtid="{D5CDD505-2E9C-101B-9397-08002B2CF9AE}" pid="3" name="Dokumenttyper">
    <vt:lpwstr/>
  </property>
  <property fmtid="{D5CDD505-2E9C-101B-9397-08002B2CF9AE}" pid="4" name="Dokumenttype">
    <vt:lpwstr/>
  </property>
  <property fmtid="{D5CDD505-2E9C-101B-9397-08002B2CF9AE}" pid="5" name="MSIP_Label_c57cc846-0bc0-43b9-8353-a5d3a5c07e06_Enabled">
    <vt:lpwstr>true</vt:lpwstr>
  </property>
  <property fmtid="{D5CDD505-2E9C-101B-9397-08002B2CF9AE}" pid="6" name="MSIP_Label_c57cc846-0bc0-43b9-8353-a5d3a5c07e06_SetDate">
    <vt:lpwstr>2022-09-26T10:36:44Z</vt:lpwstr>
  </property>
  <property fmtid="{D5CDD505-2E9C-101B-9397-08002B2CF9AE}" pid="7" name="MSIP_Label_c57cc846-0bc0-43b9-8353-a5d3a5c07e06_Method">
    <vt:lpwstr>Privileged</vt:lpwstr>
  </property>
  <property fmtid="{D5CDD505-2E9C-101B-9397-08002B2CF9AE}" pid="8" name="MSIP_Label_c57cc846-0bc0-43b9-8353-a5d3a5c07e06_Name">
    <vt:lpwstr>c57cc846-0bc0-43b9-8353-a5d3a5c07e06</vt:lpwstr>
  </property>
  <property fmtid="{D5CDD505-2E9C-101B-9397-08002B2CF9AE}" pid="9" name="MSIP_Label_c57cc846-0bc0-43b9-8353-a5d3a5c07e06_SiteId">
    <vt:lpwstr>a9b13882-99a6-4b28-9368-b64c69bf0256</vt:lpwstr>
  </property>
  <property fmtid="{D5CDD505-2E9C-101B-9397-08002B2CF9AE}" pid="10" name="MSIP_Label_c57cc846-0bc0-43b9-8353-a5d3a5c07e06_ActionId">
    <vt:lpwstr>6c555c5d-51da-4670-8a1e-f0e82620081c</vt:lpwstr>
  </property>
  <property fmtid="{D5CDD505-2E9C-101B-9397-08002B2CF9AE}" pid="11" name="MSIP_Label_c57cc846-0bc0-43b9-8353-a5d3a5c07e06_ContentBits">
    <vt:lpwstr>0</vt:lpwstr>
  </property>
</Properties>
</file>